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40B95CA4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FB725C">
        <w:rPr>
          <w:rFonts w:cs="Arial"/>
          <w:color w:val="000000"/>
          <w:sz w:val="22"/>
        </w:rPr>
        <w:t>28.11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4C7FBD">
        <w:rPr>
          <w:rFonts w:cs="Arial"/>
          <w:color w:val="000000"/>
          <w:sz w:val="22"/>
        </w:rPr>
        <w:t>6439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DFE3C2A" w:rsidR="000B2E35" w:rsidRPr="000B2E35" w:rsidRDefault="00090E0A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võrgu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4B6DE7F6" w:rsidR="00F44F1F" w:rsidRPr="00F44F1F" w:rsidRDefault="00C16971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LC1868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Kohviku kinnistul elektrilaadija liitumine elektrivõrguga Rannu küla Viru-Nigula vald Läänemaa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2BBFE96E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Martin Bluum</w:t>
            </w:r>
          </w:p>
          <w:p w14:paraId="1AF8D9E3" w14:textId="133DDF49" w:rsidR="00A45F32" w:rsidRPr="000B2E35" w:rsidRDefault="00C16971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2397722C" w:rsidR="000B2E35" w:rsidRPr="000B2E35" w:rsidRDefault="00D2711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17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.09.2024  nr 7.1-2/24/1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5125-2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66E11B1B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E05DC0">
              <w:rPr>
                <w:rFonts w:ascii="Times New Roman" w:hAnsi="Times New Roman"/>
                <w:b/>
                <w:lang w:val="et-EE"/>
              </w:rPr>
              <w:t>1 Tallinn-Narva</w:t>
            </w:r>
            <w:r w:rsidR="00E04AA7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44CAA7CD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E05DC0">
              <w:rPr>
                <w:rFonts w:ascii="Times New Roman" w:hAnsi="Times New Roman"/>
                <w:bCs/>
                <w:lang w:val="et-EE"/>
              </w:rPr>
              <w:t>15401:002:0049</w:t>
            </w:r>
          </w:p>
          <w:p w14:paraId="573BFF07" w14:textId="3E4EA4B2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06C74">
              <w:rPr>
                <w:rFonts w:ascii="Times New Roman" w:hAnsi="Times New Roman"/>
                <w:bCs/>
                <w:lang w:val="et-EE"/>
              </w:rPr>
              <w:t>8004150</w:t>
            </w:r>
          </w:p>
          <w:p w14:paraId="33B38F87" w14:textId="2AF85524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106C74">
              <w:rPr>
                <w:rFonts w:ascii="Times New Roman" w:hAnsi="Times New Roman"/>
                <w:bCs/>
                <w:lang w:val="et-EE"/>
              </w:rPr>
              <w:t>1 Tallinn - Narva</w:t>
            </w:r>
            <w:r w:rsidR="00F44F1F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1C4BF3" w:rsidRPr="001C4BF3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2359E0C9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106C74">
              <w:rPr>
                <w:rFonts w:ascii="Times New Roman" w:hAnsi="Times New Roman"/>
                <w:bCs/>
                <w:lang w:val="et-EE"/>
              </w:rPr>
              <w:t>73002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3353FBBF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567499">
              <w:rPr>
                <w:rFonts w:ascii="Times New Roman" w:hAnsi="Times New Roman"/>
                <w:bCs/>
                <w:lang w:val="et-EE"/>
              </w:rPr>
              <w:t>583391</w:t>
            </w:r>
          </w:p>
          <w:p w14:paraId="5AC4F10C" w14:textId="4FA63940" w:rsidR="008342C4" w:rsidRDefault="00567499" w:rsidP="00D27110">
            <w:hyperlink r:id="rId12" w:history="1">
              <w:r w:rsidRPr="005F154B">
                <w:rPr>
                  <w:rStyle w:val="Hyperlink"/>
                </w:rPr>
                <w:t>https://pari.kataster.ee/magic-link/ba5cc2c5-a80f-430d-bd4d-9276fa09bda8</w:t>
              </w:r>
            </w:hyperlink>
          </w:p>
          <w:p w14:paraId="19CE75E4" w14:textId="0436A3EB" w:rsidR="00567499" w:rsidRPr="000B2E35" w:rsidRDefault="00567499" w:rsidP="00D2711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AFFC7" w14:textId="77777777" w:rsidR="00AB5FDC" w:rsidRDefault="00AB5FDC">
      <w:r>
        <w:separator/>
      </w:r>
    </w:p>
  </w:endnote>
  <w:endnote w:type="continuationSeparator" w:id="0">
    <w:p w14:paraId="7B3C5153" w14:textId="77777777" w:rsidR="00AB5FDC" w:rsidRDefault="00AB5FDC">
      <w:r>
        <w:continuationSeparator/>
      </w:r>
    </w:p>
  </w:endnote>
  <w:endnote w:type="continuationNotice" w:id="1">
    <w:p w14:paraId="7249276D" w14:textId="77777777" w:rsidR="00AB5FDC" w:rsidRDefault="00AB5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334F" w14:textId="77777777" w:rsidR="00AB5FDC" w:rsidRDefault="00AB5FDC">
      <w:r>
        <w:separator/>
      </w:r>
    </w:p>
  </w:footnote>
  <w:footnote w:type="continuationSeparator" w:id="0">
    <w:p w14:paraId="7EA3D70D" w14:textId="77777777" w:rsidR="00AB5FDC" w:rsidRDefault="00AB5FDC">
      <w:r>
        <w:continuationSeparator/>
      </w:r>
    </w:p>
  </w:footnote>
  <w:footnote w:type="continuationNotice" w:id="1">
    <w:p w14:paraId="742E3753" w14:textId="77777777" w:rsidR="00AB5FDC" w:rsidRDefault="00AB5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B532A"/>
    <w:rsid w:val="000C1473"/>
    <w:rsid w:val="000D61F2"/>
    <w:rsid w:val="000E7C0F"/>
    <w:rsid w:val="00106C74"/>
    <w:rsid w:val="0012688C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70507"/>
    <w:rsid w:val="00482DEA"/>
    <w:rsid w:val="00483EDD"/>
    <w:rsid w:val="004851DA"/>
    <w:rsid w:val="00491AD7"/>
    <w:rsid w:val="0049609F"/>
    <w:rsid w:val="004C0606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57995"/>
    <w:rsid w:val="005609D0"/>
    <w:rsid w:val="00567499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CB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3871"/>
    <w:rsid w:val="0098160F"/>
    <w:rsid w:val="00982A44"/>
    <w:rsid w:val="00982BF4"/>
    <w:rsid w:val="00995F05"/>
    <w:rsid w:val="009B0C1D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C2385"/>
    <w:rsid w:val="00BC2734"/>
    <w:rsid w:val="00BC62D7"/>
    <w:rsid w:val="00BE57AB"/>
    <w:rsid w:val="00BF064F"/>
    <w:rsid w:val="00BF086F"/>
    <w:rsid w:val="00BF0E4C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24041"/>
    <w:rsid w:val="00D25D80"/>
    <w:rsid w:val="00D266EA"/>
    <w:rsid w:val="00D27110"/>
    <w:rsid w:val="00D31BD2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B725C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ba5cc2c5-a80f-430d-bd4d-9276fa09bda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1733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2021-06-04T12:19:00Z</cp:lastPrinted>
  <dcterms:created xsi:type="dcterms:W3CDTF">2024-11-28T07:55:00Z</dcterms:created>
  <dcterms:modified xsi:type="dcterms:W3CDTF">2024-11-28T07:57:00Z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